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</w:t>
      </w:r>
      <w:proofErr w:type="spellStart"/>
      <w:r w:rsidR="002A22BF" w:rsidRPr="3CADFC3C">
        <w:rPr>
          <w:rFonts w:ascii="Corbel" w:hAnsi="Corbel"/>
          <w:i/>
          <w:iCs/>
        </w:rPr>
        <w:t>UR</w:t>
      </w:r>
      <w:proofErr w:type="spellEnd"/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  <w:bookmarkStart w:id="0" w:name="_GoBack"/>
      <w:bookmarkEnd w:id="0"/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116FA63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6E1477">
        <w:rPr>
          <w:rFonts w:ascii="Corbel" w:hAnsi="Corbel"/>
          <w:i/>
          <w:smallCaps/>
          <w:sz w:val="24"/>
          <w:szCs w:val="24"/>
        </w:rPr>
        <w:t>2022-2025</w:t>
      </w:r>
    </w:p>
    <w:p w14:paraId="137E922A" w14:textId="2A0624D5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E147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E1477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E71F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="00E71F2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CAB79B" w:rsidR="0085747A" w:rsidRPr="00686E38" w:rsidRDefault="00686E3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E3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67E4E95" w:rsidR="00725C93" w:rsidRPr="009C54AE" w:rsidRDefault="00686E3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1630F384">
        <w:rPr>
          <w:rFonts w:ascii="Corbel" w:hAnsi="Corbel"/>
          <w:b/>
          <w:bCs/>
          <w:sz w:val="24"/>
          <w:szCs w:val="24"/>
        </w:rPr>
        <w:t>ECTS</w:t>
      </w:r>
      <w:proofErr w:type="spellEnd"/>
      <w:r w:rsidR="00C61DC5" w:rsidRPr="1630F384">
        <w:rPr>
          <w:rFonts w:ascii="Corbel" w:hAnsi="Corbel"/>
          <w:b/>
          <w:bCs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20C96EC2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80A3B34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proofErr w:type="spellStart"/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Wojnar J., Zmiany w poziomie wykorzystania technologii </w:t>
            </w:r>
            <w:proofErr w:type="spellStart"/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ICT</w:t>
            </w:r>
            <w:proofErr w:type="spellEnd"/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3739" w14:textId="77777777" w:rsidR="0042105D" w:rsidRDefault="0042105D" w:rsidP="00C16ABF">
      <w:pPr>
        <w:spacing w:after="0" w:line="240" w:lineRule="auto"/>
      </w:pPr>
      <w:r>
        <w:separator/>
      </w:r>
    </w:p>
  </w:endnote>
  <w:endnote w:type="continuationSeparator" w:id="0">
    <w:p w14:paraId="76A0F450" w14:textId="77777777" w:rsidR="0042105D" w:rsidRDefault="004210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EC2E" w14:textId="77777777" w:rsidR="0042105D" w:rsidRDefault="0042105D" w:rsidP="00C16ABF">
      <w:pPr>
        <w:spacing w:after="0" w:line="240" w:lineRule="auto"/>
      </w:pPr>
      <w:r>
        <w:separator/>
      </w:r>
    </w:p>
  </w:footnote>
  <w:footnote w:type="continuationSeparator" w:id="0">
    <w:p w14:paraId="2F40C491" w14:textId="77777777" w:rsidR="0042105D" w:rsidRDefault="0042105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036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105D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6E38"/>
    <w:rsid w:val="00696477"/>
    <w:rsid w:val="006B6327"/>
    <w:rsid w:val="006D050F"/>
    <w:rsid w:val="006D6139"/>
    <w:rsid w:val="006E1477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3754"/>
    <w:rsid w:val="00D74119"/>
    <w:rsid w:val="00D8075B"/>
    <w:rsid w:val="00D8678B"/>
    <w:rsid w:val="00D90F29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6F49-68AD-461B-AB10-CDB960B373BD}"/>
</file>

<file path=customXml/itemProps2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D1CD9-A215-4AED-9F6A-CA36E1A8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1048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2020-10-25T21:20:00Z</dcterms:created>
  <dcterms:modified xsi:type="dcterms:W3CDTF">2022-02-07T12:14:00Z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